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653444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>
        <w:rPr>
          <w:rFonts w:ascii="Arial Narrow" w:hAnsi="Arial Narrow"/>
          <w:sz w:val="22"/>
          <w:lang w:val="de-DE"/>
        </w:rPr>
        <w:t>So</w:t>
      </w:r>
      <w:r w:rsidR="00531E9F">
        <w:rPr>
          <w:rFonts w:ascii="Arial Narrow" w:hAnsi="Arial Narrow"/>
          <w:sz w:val="22"/>
          <w:lang w:val="de-DE"/>
        </w:rPr>
        <w:t>Se</w:t>
      </w:r>
      <w:proofErr w:type="spellEnd"/>
      <w:r w:rsidR="00531E9F">
        <w:rPr>
          <w:rFonts w:ascii="Arial Narrow" w:hAnsi="Arial Narrow"/>
          <w:sz w:val="22"/>
          <w:lang w:val="de-DE"/>
        </w:rPr>
        <w:t xml:space="preserve"> </w:t>
      </w:r>
      <w:r w:rsidR="00E14709">
        <w:rPr>
          <w:rFonts w:ascii="Arial Narrow" w:hAnsi="Arial Narrow"/>
          <w:sz w:val="22"/>
          <w:lang w:val="de-DE"/>
        </w:rPr>
        <w:t>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A94EB0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92E37">
        <w:rPr>
          <w:rFonts w:ascii="Arial Narrow" w:hAnsi="Arial Narrow"/>
          <w:noProof/>
          <w:sz w:val="22"/>
          <w:lang w:val="de-DE"/>
        </w:rPr>
        <w:t>19.04.2017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622B3E" w:rsidRPr="00622B3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Lukas Scheuerle, Matthias Müller</w:t>
      </w:r>
    </w:p>
    <w:p w:rsidR="00945F7B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 w:rsidR="00945F7B">
        <w:rPr>
          <w:rFonts w:ascii="Arial Narrow" w:hAnsi="Arial Narrow"/>
          <w:b/>
          <w:sz w:val="22"/>
          <w:lang w:val="de-DE"/>
        </w:rPr>
        <w:tab/>
        <w:t>:</w:t>
      </w:r>
      <w:r w:rsidR="00945F7B">
        <w:rPr>
          <w:rFonts w:ascii="Arial Narrow" w:hAnsi="Arial Narrow"/>
          <w:sz w:val="22"/>
          <w:lang w:val="de-DE"/>
        </w:rPr>
        <w:tab/>
      </w:r>
      <w:r w:rsidR="00104947">
        <w:rPr>
          <w:rFonts w:ascii="Arial Narrow" w:hAnsi="Arial Narrow"/>
          <w:sz w:val="22"/>
          <w:lang w:val="de-DE"/>
        </w:rPr>
        <w:t>Lukas Scheuerle,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 xml:space="preserve">, Philipp </w:t>
      </w:r>
      <w:proofErr w:type="spellStart"/>
      <w:r w:rsidR="00AE2E68">
        <w:rPr>
          <w:rFonts w:ascii="Arial Narrow" w:hAnsi="Arial Narrow"/>
          <w:sz w:val="22"/>
          <w:lang w:val="de-DE"/>
        </w:rPr>
        <w:t>Fleig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, Tim </w:t>
      </w:r>
      <w:proofErr w:type="spellStart"/>
      <w:r w:rsidR="00023AFA">
        <w:rPr>
          <w:rFonts w:ascii="Arial Narrow" w:hAnsi="Arial Narrow"/>
          <w:sz w:val="22"/>
          <w:lang w:val="de-DE"/>
        </w:rPr>
        <w:t>Sasdrich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, Mirza </w:t>
      </w:r>
      <w:proofErr w:type="spellStart"/>
      <w:r w:rsidR="00023AFA">
        <w:rPr>
          <w:rFonts w:ascii="Arial Narrow" w:hAnsi="Arial Narrow"/>
          <w:sz w:val="22"/>
          <w:lang w:val="de-DE"/>
        </w:rPr>
        <w:t>Sahovic</w:t>
      </w:r>
      <w:proofErr w:type="spellEnd"/>
      <w:r w:rsidR="00023AFA">
        <w:rPr>
          <w:rFonts w:ascii="Arial Narrow" w:hAnsi="Arial Narrow"/>
          <w:sz w:val="22"/>
          <w:lang w:val="de-DE"/>
        </w:rPr>
        <w:t>, Luisa Geiger,</w:t>
      </w:r>
      <w:r w:rsidR="00AC5FB9">
        <w:rPr>
          <w:rFonts w:ascii="Arial Narrow" w:hAnsi="Arial Narrow"/>
          <w:sz w:val="22"/>
          <w:lang w:val="de-DE"/>
        </w:rPr>
        <w:t xml:space="preserve"> Fabian </w:t>
      </w:r>
      <w:proofErr w:type="spellStart"/>
      <w:r w:rsidR="00AC5FB9">
        <w:rPr>
          <w:rFonts w:ascii="Arial Narrow" w:hAnsi="Arial Narrow"/>
          <w:sz w:val="22"/>
          <w:lang w:val="de-DE"/>
        </w:rPr>
        <w:t>Suske</w:t>
      </w:r>
      <w:proofErr w:type="spellEnd"/>
      <w:r w:rsidR="00AC5FB9">
        <w:rPr>
          <w:rFonts w:ascii="Arial Narrow" w:hAnsi="Arial Narrow"/>
          <w:sz w:val="22"/>
          <w:lang w:val="de-DE"/>
        </w:rPr>
        <w:t xml:space="preserve">, Helena </w:t>
      </w:r>
      <w:proofErr w:type="spellStart"/>
      <w:r w:rsidR="00AC5FB9">
        <w:rPr>
          <w:rFonts w:ascii="Arial Narrow" w:hAnsi="Arial Narrow"/>
          <w:sz w:val="22"/>
          <w:lang w:val="de-DE"/>
        </w:rPr>
        <w:t>Heppeler</w:t>
      </w:r>
      <w:proofErr w:type="spellEnd"/>
      <w:r w:rsidR="00BE6066">
        <w:rPr>
          <w:rFonts w:ascii="Arial Narrow" w:hAnsi="Arial Narrow"/>
          <w:sz w:val="22"/>
          <w:lang w:val="de-DE"/>
        </w:rPr>
        <w:t>, Felix Zeller</w:t>
      </w:r>
      <w:r w:rsidR="00CA1A62">
        <w:rPr>
          <w:rFonts w:ascii="Arial Narrow" w:hAnsi="Arial Narrow"/>
          <w:sz w:val="22"/>
          <w:lang w:val="de-DE"/>
        </w:rPr>
        <w:t>, Denis Müller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B4227B">
        <w:rPr>
          <w:rFonts w:ascii="Arial Narrow" w:hAnsi="Arial Narrow"/>
          <w:sz w:val="22"/>
          <w:lang w:val="de-DE"/>
        </w:rPr>
        <w:t xml:space="preserve">Lara Backofen, Armin Saur, </w:t>
      </w:r>
      <w:proofErr w:type="spellStart"/>
      <w:r w:rsidR="00B4227B">
        <w:rPr>
          <w:rFonts w:ascii="Arial Narrow" w:hAnsi="Arial Narrow"/>
          <w:sz w:val="22"/>
          <w:lang w:val="de-DE"/>
        </w:rPr>
        <w:t>Viet</w:t>
      </w:r>
      <w:proofErr w:type="spellEnd"/>
      <w:r w:rsidR="00B4227B">
        <w:rPr>
          <w:rFonts w:ascii="Arial Narrow" w:hAnsi="Arial Narrow"/>
          <w:sz w:val="22"/>
          <w:lang w:val="de-DE"/>
        </w:rPr>
        <w:t xml:space="preserve"> Nguyen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4227B">
        <w:rPr>
          <w:rFonts w:ascii="Arial Narrow" w:hAnsi="Arial Narrow"/>
          <w:sz w:val="22"/>
          <w:lang w:val="de-DE"/>
        </w:rPr>
        <w:t>Matthias Müller</w:t>
      </w:r>
      <w:bookmarkStart w:id="0" w:name="_GoBack"/>
      <w:bookmarkEnd w:id="0"/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 xml:space="preserve">Lukas </w:t>
      </w:r>
      <w:r w:rsidR="00622B3E">
        <w:rPr>
          <w:rFonts w:ascii="Arial Narrow" w:hAnsi="Arial Narrow"/>
          <w:sz w:val="22"/>
          <w:lang w:val="de-DE"/>
        </w:rPr>
        <w:t>Scheuerle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CA1A62">
        <w:rPr>
          <w:rFonts w:ascii="Arial Narrow" w:hAnsi="Arial Narrow"/>
          <w:sz w:val="22"/>
          <w:lang w:val="de-DE"/>
        </w:rPr>
        <w:t>11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 xml:space="preserve">ried </w:t>
      </w:r>
      <w:proofErr w:type="spellStart"/>
      <w:r w:rsidR="009C2A1A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AE06CD" w:rsidRDefault="00AE06CD" w:rsidP="00AE06CD">
      <w:pPr>
        <w:pStyle w:val="WortmarkeFu"/>
        <w:tabs>
          <w:tab w:val="clear" w:pos="9355"/>
          <w:tab w:val="left" w:pos="2835"/>
          <w:tab w:val="left" w:pos="3232"/>
        </w:tabs>
        <w:ind w:left="720"/>
        <w:rPr>
          <w:rFonts w:ascii="Arial Narrow" w:hAnsi="Arial Narrow"/>
          <w:sz w:val="26"/>
          <w:lang w:val="de-DE"/>
        </w:rPr>
      </w:pPr>
    </w:p>
    <w:p w:rsidR="00AE06CD" w:rsidRPr="00AE06CD" w:rsidRDefault="00AE06CD" w:rsidP="004D6E14">
      <w:pPr>
        <w:pStyle w:val="WortmarkeFu"/>
        <w:tabs>
          <w:tab w:val="clear" w:pos="9355"/>
          <w:tab w:val="left" w:pos="2835"/>
          <w:tab w:val="left" w:pos="3232"/>
        </w:tabs>
        <w:ind w:left="720"/>
        <w:rPr>
          <w:rFonts w:ascii="Arial Narrow" w:hAnsi="Arial Narrow"/>
          <w:sz w:val="26"/>
          <w:lang w:val="de-DE"/>
        </w:rPr>
      </w:pPr>
    </w:p>
    <w:p w:rsidR="00AE2E68" w:rsidRPr="00AE06CD" w:rsidRDefault="00063A41" w:rsidP="004D6E14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 w:rsidRPr="00AE06CD">
        <w:rPr>
          <w:rFonts w:ascii="Arial Narrow" w:hAnsi="Arial Narrow"/>
        </w:rPr>
        <w:t>Check Protokoll:</w:t>
      </w:r>
    </w:p>
    <w:p w:rsidR="0089381F" w:rsidRDefault="00A837D6" w:rsidP="00023AF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Wing-Zei</w:t>
      </w:r>
      <w:r w:rsidR="00505198">
        <w:rPr>
          <w:rFonts w:ascii="Arial Narrow" w:hAnsi="Arial Narrow"/>
        </w:rPr>
        <w:t>tschrif</w:t>
      </w:r>
      <w:r>
        <w:rPr>
          <w:rFonts w:ascii="Arial Narrow" w:hAnsi="Arial Narrow"/>
        </w:rPr>
        <w:t>t</w:t>
      </w:r>
    </w:p>
    <w:p w:rsidR="00F36765" w:rsidRPr="00AE2E68" w:rsidRDefault="0089381F" w:rsidP="00023AF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Heute war nochmal jemand da, </w:t>
      </w:r>
      <w:r w:rsidR="008669F6">
        <w:rPr>
          <w:rFonts w:ascii="Arial Narrow" w:hAnsi="Arial Narrow"/>
        </w:rPr>
        <w:t>wurde weitergeleitet</w:t>
      </w:r>
      <w:r w:rsidR="00F36765" w:rsidRPr="00AE2E68">
        <w:rPr>
          <w:rFonts w:ascii="Arial Narrow" w:hAnsi="Arial Narrow"/>
        </w:rPr>
        <w:br/>
      </w:r>
    </w:p>
    <w:p w:rsidR="003934EB" w:rsidRDefault="00CA1A62" w:rsidP="0065344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Fengler</w:t>
      </w:r>
      <w:r w:rsidR="008A608A">
        <w:rPr>
          <w:rFonts w:ascii="Arial Narrow" w:hAnsi="Arial Narrow"/>
        </w:rPr>
        <w:t>:</w:t>
      </w:r>
    </w:p>
    <w:p w:rsidR="00660E62" w:rsidRDefault="002E5B57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Seit längerem ansteigende Ruhestörung, auch Studenten fühlen sich gestört</w:t>
      </w:r>
    </w:p>
    <w:p w:rsidR="005508FE" w:rsidRDefault="00337164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Was kann man tun? Wie kann man aufmerksam machen?</w:t>
      </w:r>
    </w:p>
    <w:p w:rsidR="00337E48" w:rsidRDefault="00084324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Bewusstsein schaffen, sich selbst zu „stellen“</w:t>
      </w:r>
    </w:p>
    <w:p w:rsidR="002A7FFC" w:rsidRDefault="00AE7992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Wir als AStA möchten uns einbringen, wie?</w:t>
      </w:r>
    </w:p>
    <w:p w:rsidR="00F94C21" w:rsidRDefault="00ED5E49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Möglichkeiten zur Prävention bieten</w:t>
      </w:r>
      <w:r w:rsidR="005C2197">
        <w:rPr>
          <w:rFonts w:ascii="Arial Narrow" w:hAnsi="Arial Narrow"/>
        </w:rPr>
        <w:t xml:space="preserve">, Aufmerksamkeit </w:t>
      </w:r>
      <w:r w:rsidR="004D04FF">
        <w:rPr>
          <w:rFonts w:ascii="Arial Narrow" w:hAnsi="Arial Narrow"/>
        </w:rPr>
        <w:t>schaffen</w:t>
      </w:r>
    </w:p>
    <w:p w:rsidR="004D04FF" w:rsidRDefault="00345EDB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Polizei sollte nicht zu sehr belastet werden</w:t>
      </w:r>
      <w:r w:rsidR="00D0267B">
        <w:rPr>
          <w:rFonts w:ascii="Arial Narrow" w:hAnsi="Arial Narrow"/>
        </w:rPr>
        <w:t>, auch aus Imagegründen</w:t>
      </w:r>
    </w:p>
    <w:p w:rsidR="003376E3" w:rsidRDefault="00843B92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Umwelttag </w:t>
      </w:r>
      <w:proofErr w:type="spellStart"/>
      <w:r>
        <w:rPr>
          <w:rFonts w:ascii="Arial Narrow" w:hAnsi="Arial Narrow"/>
        </w:rPr>
        <w:t>oä</w:t>
      </w:r>
      <w:proofErr w:type="spellEnd"/>
      <w:r>
        <w:rPr>
          <w:rFonts w:ascii="Arial Narrow" w:hAnsi="Arial Narrow"/>
        </w:rPr>
        <w:t>? Projekt?</w:t>
      </w:r>
    </w:p>
    <w:p w:rsidR="00843B92" w:rsidRDefault="00121224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„</w:t>
      </w:r>
      <w:r w:rsidR="00FA5E5D">
        <w:rPr>
          <w:rFonts w:ascii="Arial Narrow" w:hAnsi="Arial Narrow"/>
        </w:rPr>
        <w:t>Studentenwehr</w:t>
      </w:r>
      <w:r>
        <w:rPr>
          <w:rFonts w:ascii="Arial Narrow" w:hAnsi="Arial Narrow"/>
        </w:rPr>
        <w:t>“</w:t>
      </w:r>
      <w:r w:rsidR="00FA5E5D">
        <w:rPr>
          <w:rFonts w:ascii="Arial Narrow" w:hAnsi="Arial Narrow"/>
        </w:rPr>
        <w:t xml:space="preserve">? Eher kritisch gesehen, wenig </w:t>
      </w:r>
      <w:r w:rsidR="00CE356F">
        <w:rPr>
          <w:rFonts w:ascii="Arial Narrow" w:hAnsi="Arial Narrow"/>
        </w:rPr>
        <w:t>Legitimation</w:t>
      </w:r>
    </w:p>
    <w:p w:rsidR="008846B3" w:rsidRDefault="008846B3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Regelmäßig Artikel im </w:t>
      </w:r>
      <w:proofErr w:type="spellStart"/>
      <w:r>
        <w:rPr>
          <w:rFonts w:ascii="Arial Narrow" w:hAnsi="Arial Narrow"/>
        </w:rPr>
        <w:t>Bregtalkurier</w:t>
      </w:r>
      <w:proofErr w:type="spellEnd"/>
      <w:r>
        <w:rPr>
          <w:rFonts w:ascii="Arial Narrow" w:hAnsi="Arial Narrow"/>
        </w:rPr>
        <w:t>?</w:t>
      </w:r>
      <w:r w:rsidR="003864BA">
        <w:rPr>
          <w:rFonts w:ascii="Arial Narrow" w:hAnsi="Arial Narrow"/>
        </w:rPr>
        <w:t xml:space="preserve"> Lara und Luisa melden sich</w:t>
      </w:r>
    </w:p>
    <w:p w:rsidR="008846B3" w:rsidRDefault="00C10939" w:rsidP="00660E62">
      <w:pPr>
        <w:pStyle w:val="Listenabsatz"/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Facebookposts</w:t>
      </w:r>
      <w:proofErr w:type="spellEnd"/>
      <w:r>
        <w:rPr>
          <w:rFonts w:ascii="Arial Narrow" w:hAnsi="Arial Narrow"/>
        </w:rPr>
        <w:t xml:space="preserve"> um auf das Problem aufmerksam zu machen</w:t>
      </w:r>
    </w:p>
    <w:p w:rsidR="00537227" w:rsidRDefault="00537227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Bei Einzelveranstaltungen kann man sich an Herrn Fengler wenden</w:t>
      </w:r>
    </w:p>
    <w:p w:rsidR="009F7ADE" w:rsidRDefault="009F7ADE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In </w:t>
      </w:r>
      <w:proofErr w:type="spellStart"/>
      <w:r>
        <w:rPr>
          <w:rFonts w:ascii="Arial Narrow" w:hAnsi="Arial Narrow"/>
        </w:rPr>
        <w:t>Cafeteneinweisung</w:t>
      </w:r>
      <w:proofErr w:type="spellEnd"/>
      <w:r>
        <w:rPr>
          <w:rFonts w:ascii="Arial Narrow" w:hAnsi="Arial Narrow"/>
        </w:rPr>
        <w:t xml:space="preserve"> aufnehmen</w:t>
      </w:r>
      <w:r w:rsidR="005F50D0">
        <w:rPr>
          <w:rFonts w:ascii="Arial Narrow" w:hAnsi="Arial Narrow"/>
        </w:rPr>
        <w:t xml:space="preserve">, </w:t>
      </w:r>
      <w:r w:rsidR="005E707A">
        <w:rPr>
          <w:rFonts w:ascii="Arial Narrow" w:hAnsi="Arial Narrow"/>
        </w:rPr>
        <w:t>Philipp</w:t>
      </w:r>
      <w:r w:rsidR="005F50D0">
        <w:rPr>
          <w:rFonts w:ascii="Arial Narrow" w:hAnsi="Arial Narrow"/>
        </w:rPr>
        <w:t xml:space="preserve"> nimmt auch das auf</w:t>
      </w:r>
    </w:p>
    <w:p w:rsidR="00C10939" w:rsidRDefault="00015DF4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Herr Fengler gibt Bescheid bei größeren Märkten</w:t>
      </w:r>
    </w:p>
    <w:p w:rsidR="00015DF4" w:rsidRDefault="00015DF4" w:rsidP="00660E62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660E62" w:rsidRDefault="00CA1A62" w:rsidP="00660E62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Bericht Elferrat</w:t>
      </w:r>
      <w:r w:rsidR="00F05D6C">
        <w:rPr>
          <w:rFonts w:ascii="Arial Narrow" w:hAnsi="Arial Narrow"/>
        </w:rPr>
        <w:t>:</w:t>
      </w:r>
    </w:p>
    <w:p w:rsidR="00660E62" w:rsidRDefault="00CD543B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Am 31. Mai Demo in Kooperation mit Pulse </w:t>
      </w:r>
      <w:proofErr w:type="spellStart"/>
      <w:r>
        <w:rPr>
          <w:rFonts w:ascii="Arial Narrow" w:hAnsi="Arial Narrow"/>
        </w:rPr>
        <w:t>of</w:t>
      </w:r>
      <w:proofErr w:type="spellEnd"/>
      <w:r>
        <w:rPr>
          <w:rFonts w:ascii="Arial Narrow" w:hAnsi="Arial Narrow"/>
        </w:rPr>
        <w:t xml:space="preserve"> Europe</w:t>
      </w:r>
      <w:r w:rsidR="000B12A2">
        <w:rPr>
          <w:rFonts w:ascii="Arial Narrow" w:hAnsi="Arial Narrow"/>
        </w:rPr>
        <w:t xml:space="preserve"> auf dem Marktplatz</w:t>
      </w:r>
    </w:p>
    <w:p w:rsidR="00B467F9" w:rsidRDefault="0031786C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Ordner</w:t>
      </w:r>
      <w:r w:rsidR="00FA4A48">
        <w:rPr>
          <w:rFonts w:ascii="Arial Narrow" w:hAnsi="Arial Narrow"/>
        </w:rPr>
        <w:t xml:space="preserve"> organisieren</w:t>
      </w:r>
    </w:p>
    <w:p w:rsidR="00BE7933" w:rsidRDefault="00BE7933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Plakate </w:t>
      </w:r>
      <w:r w:rsidR="00FB61D8">
        <w:rPr>
          <w:rFonts w:ascii="Arial Narrow" w:hAnsi="Arial Narrow"/>
        </w:rPr>
        <w:t>anpassen</w:t>
      </w:r>
    </w:p>
    <w:p w:rsidR="00660E62" w:rsidRPr="00660E62" w:rsidRDefault="00660E62" w:rsidP="00660E62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CA1A62" w:rsidRDefault="00CA1A62" w:rsidP="0065344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Alte </w:t>
      </w:r>
      <w:proofErr w:type="spellStart"/>
      <w:r>
        <w:rPr>
          <w:rFonts w:ascii="Arial Narrow" w:hAnsi="Arial Narrow"/>
        </w:rPr>
        <w:t>Cafete</w:t>
      </w:r>
      <w:proofErr w:type="spellEnd"/>
      <w:r>
        <w:rPr>
          <w:rFonts w:ascii="Arial Narrow" w:hAnsi="Arial Narrow"/>
        </w:rPr>
        <w:t xml:space="preserve"> Fenster</w:t>
      </w:r>
      <w:r w:rsidR="00F878E7">
        <w:rPr>
          <w:rFonts w:ascii="Arial Narrow" w:hAnsi="Arial Narrow"/>
        </w:rPr>
        <w:t>:</w:t>
      </w:r>
    </w:p>
    <w:p w:rsidR="00660E62" w:rsidRDefault="002B7173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Könnte man die Fenster in der </w:t>
      </w:r>
      <w:proofErr w:type="spellStart"/>
      <w:r>
        <w:rPr>
          <w:rFonts w:ascii="Arial Narrow" w:hAnsi="Arial Narrow"/>
        </w:rPr>
        <w:t>Cafete</w:t>
      </w:r>
      <w:proofErr w:type="spellEnd"/>
      <w:r>
        <w:rPr>
          <w:rFonts w:ascii="Arial Narrow" w:hAnsi="Arial Narrow"/>
        </w:rPr>
        <w:t xml:space="preserve"> abgedunkelt</w:t>
      </w:r>
      <w:r w:rsidR="004F738F">
        <w:rPr>
          <w:rFonts w:ascii="Arial Narrow" w:hAnsi="Arial Narrow"/>
        </w:rPr>
        <w:t xml:space="preserve"> o.Ä.</w:t>
      </w:r>
      <w:r>
        <w:rPr>
          <w:rFonts w:ascii="Arial Narrow" w:hAnsi="Arial Narrow"/>
        </w:rPr>
        <w:t xml:space="preserve"> werden?</w:t>
      </w:r>
      <w:r w:rsidR="004F738F">
        <w:rPr>
          <w:rFonts w:ascii="Arial Narrow" w:hAnsi="Arial Narrow"/>
        </w:rPr>
        <w:t xml:space="preserve"> Sicht nach innen erschweren wegen Referaten wie Zumba oder Power Yoga.</w:t>
      </w:r>
    </w:p>
    <w:p w:rsidR="002B7173" w:rsidRDefault="002B7173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Bei den Hausmeistern informieren</w:t>
      </w:r>
      <w:r w:rsidR="005F4FA7">
        <w:rPr>
          <w:rFonts w:ascii="Arial Narrow" w:hAnsi="Arial Narrow"/>
        </w:rPr>
        <w:t>, macht Matthias</w:t>
      </w:r>
    </w:p>
    <w:p w:rsidR="00CE5186" w:rsidRDefault="00CE5186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Günstige Milchglasfolie</w:t>
      </w:r>
      <w:r w:rsidR="00E54020">
        <w:rPr>
          <w:rFonts w:ascii="Arial Narrow" w:hAnsi="Arial Narrow"/>
        </w:rPr>
        <w:t xml:space="preserve"> oder Spanische Wand?</w:t>
      </w:r>
      <w:r w:rsidR="006D23FB">
        <w:rPr>
          <w:rFonts w:ascii="Arial Narrow" w:hAnsi="Arial Narrow"/>
        </w:rPr>
        <w:t xml:space="preserve"> Letzteres wird schnell kaputt</w:t>
      </w:r>
      <w:r w:rsidR="0005062A">
        <w:rPr>
          <w:rFonts w:ascii="Arial Narrow" w:hAnsi="Arial Narrow"/>
        </w:rPr>
        <w:t>gehen</w:t>
      </w:r>
    </w:p>
    <w:p w:rsidR="00660E62" w:rsidRDefault="00660E62" w:rsidP="00660E62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CA1A62" w:rsidRDefault="00CA1A62" w:rsidP="0065344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Rechner</w:t>
      </w:r>
      <w:r w:rsidR="00342819">
        <w:rPr>
          <w:rFonts w:ascii="Arial Narrow" w:hAnsi="Arial Narrow"/>
        </w:rPr>
        <w:t>:</w:t>
      </w:r>
    </w:p>
    <w:p w:rsidR="00660E62" w:rsidRDefault="000D25B5" w:rsidP="00660E6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Softwaremäßig zugemüllt</w:t>
      </w:r>
    </w:p>
    <w:p w:rsidR="000D25B5" w:rsidRPr="00660E62" w:rsidRDefault="000D25B5" w:rsidP="00660E6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Womöglich neu aufsetzen?</w:t>
      </w:r>
    </w:p>
    <w:p w:rsidR="00660E62" w:rsidRDefault="004168B0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Umzug auf Windows 10?</w:t>
      </w:r>
      <w:r w:rsidR="00B42F18">
        <w:rPr>
          <w:rFonts w:ascii="Arial Narrow" w:hAnsi="Arial Narrow"/>
        </w:rPr>
        <w:t xml:space="preserve"> Eher nicht, vielleich</w:t>
      </w:r>
      <w:r w:rsidR="007218E3">
        <w:rPr>
          <w:rFonts w:ascii="Arial Narrow" w:hAnsi="Arial Narrow"/>
        </w:rPr>
        <w:t>t in einigen Semester</w:t>
      </w:r>
      <w:r w:rsidR="005C1D06">
        <w:rPr>
          <w:rFonts w:ascii="Arial Narrow" w:hAnsi="Arial Narrow"/>
        </w:rPr>
        <w:t>n</w:t>
      </w:r>
      <w:r w:rsidR="007218E3">
        <w:rPr>
          <w:rFonts w:ascii="Arial Narrow" w:hAnsi="Arial Narrow"/>
        </w:rPr>
        <w:t xml:space="preserve"> nochmal d</w:t>
      </w:r>
      <w:r w:rsidR="00B42F18">
        <w:rPr>
          <w:rFonts w:ascii="Arial Narrow" w:hAnsi="Arial Narrow"/>
        </w:rPr>
        <w:t>a</w:t>
      </w:r>
      <w:r w:rsidR="007218E3">
        <w:rPr>
          <w:rFonts w:ascii="Arial Narrow" w:hAnsi="Arial Narrow"/>
        </w:rPr>
        <w:t>r</w:t>
      </w:r>
      <w:r w:rsidR="00B42F18">
        <w:rPr>
          <w:rFonts w:ascii="Arial Narrow" w:hAnsi="Arial Narrow"/>
        </w:rPr>
        <w:t>über nachdenken</w:t>
      </w:r>
    </w:p>
    <w:p w:rsidR="004168B0" w:rsidRDefault="004168B0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Nicht im laufenden Semester</w:t>
      </w:r>
      <w:r w:rsidR="001D7F87">
        <w:rPr>
          <w:rFonts w:ascii="Arial Narrow" w:hAnsi="Arial Narrow"/>
        </w:rPr>
        <w:t>, sondern in den Semesterferien</w:t>
      </w:r>
    </w:p>
    <w:p w:rsidR="00660E62" w:rsidRDefault="003E0466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Liste mit Programmen, die draufsollen</w:t>
      </w:r>
      <w:r w:rsidR="00850732">
        <w:rPr>
          <w:rFonts w:ascii="Arial Narrow" w:hAnsi="Arial Narrow"/>
        </w:rPr>
        <w:t>, wird aufgehängt</w:t>
      </w:r>
    </w:p>
    <w:p w:rsidR="003E0466" w:rsidRDefault="003E0466" w:rsidP="00660E62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CA1A62" w:rsidRDefault="00CA1A62" w:rsidP="0065344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Wahl</w:t>
      </w:r>
      <w:r w:rsidR="00342819">
        <w:rPr>
          <w:rFonts w:ascii="Arial Narrow" w:hAnsi="Arial Narrow"/>
        </w:rPr>
        <w:t>:</w:t>
      </w:r>
    </w:p>
    <w:p w:rsidR="00660E62" w:rsidRDefault="003452AD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Wer sich noch nicht eingetragen hat, darf sich gerne noch eintragen</w:t>
      </w:r>
    </w:p>
    <w:p w:rsidR="00E52681" w:rsidRDefault="00E52681" w:rsidP="00660E62">
      <w:pPr>
        <w:pStyle w:val="Listenabsatz"/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Wahlinfo</w:t>
      </w:r>
      <w:proofErr w:type="spellEnd"/>
      <w:r w:rsidR="00F95D28">
        <w:rPr>
          <w:rFonts w:ascii="Arial Narrow" w:hAnsi="Arial Narrow"/>
        </w:rPr>
        <w:t>, Denis ruft nach dem Mittag nochmal an</w:t>
      </w:r>
    </w:p>
    <w:p w:rsidR="00C01848" w:rsidRDefault="00C01848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Werbung sollte so langsam loslegen</w:t>
      </w:r>
      <w:r w:rsidR="00A348D0">
        <w:rPr>
          <w:rFonts w:ascii="Arial Narrow" w:hAnsi="Arial Narrow"/>
        </w:rPr>
        <w:t>, am Wahltag darf ALLES beklebt werden</w:t>
      </w:r>
    </w:p>
    <w:p w:rsidR="00660E62" w:rsidRDefault="00660E62" w:rsidP="00660E62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CA1A62" w:rsidRDefault="00CA1A62" w:rsidP="0065344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Klavier stimmen lassen</w:t>
      </w:r>
    </w:p>
    <w:p w:rsidR="00660E62" w:rsidRDefault="001B433F" w:rsidP="00660E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Beschluss schon da</w:t>
      </w:r>
      <w:r w:rsidR="006F7D2E">
        <w:rPr>
          <w:rFonts w:ascii="Arial Narrow" w:hAnsi="Arial Narrow"/>
        </w:rPr>
        <w:t>? Nicht sicher</w:t>
      </w:r>
      <w:r w:rsidR="001556CB">
        <w:rPr>
          <w:rFonts w:ascii="Arial Narrow" w:hAnsi="Arial Narrow"/>
        </w:rPr>
        <w:t>, Lukas fragt bei Sigi nach</w:t>
      </w:r>
    </w:p>
    <w:p w:rsidR="00660E62" w:rsidRDefault="00660E62" w:rsidP="00660E62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CA1A62" w:rsidRDefault="00CA1A62" w:rsidP="00CA1A6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Sonstiges</w:t>
      </w:r>
    </w:p>
    <w:p w:rsidR="00DF26DC" w:rsidRDefault="00DF26DC" w:rsidP="00DF26DC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Rektoratssitzung</w:t>
      </w:r>
      <w:r w:rsidR="001078B7">
        <w:rPr>
          <w:rFonts w:ascii="Arial Narrow" w:hAnsi="Arial Narrow"/>
        </w:rPr>
        <w:t>:</w:t>
      </w:r>
    </w:p>
    <w:p w:rsidR="002B69ED" w:rsidRDefault="002B69ED" w:rsidP="002B69ED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Wer noch wichtige </w:t>
      </w:r>
      <w:r w:rsidR="00962C72">
        <w:rPr>
          <w:rFonts w:ascii="Arial Narrow" w:hAnsi="Arial Narrow"/>
        </w:rPr>
        <w:t>Punkte hat, bis Freitagmorgen Mail an Lukas oder Matthias</w:t>
      </w:r>
    </w:p>
    <w:p w:rsidR="00270F27" w:rsidRDefault="00270F27" w:rsidP="002B69ED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270F27" w:rsidRDefault="00CD37CC" w:rsidP="00270F27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LAK</w:t>
      </w:r>
      <w:r w:rsidR="00860733">
        <w:rPr>
          <w:rFonts w:ascii="Arial Narrow" w:hAnsi="Arial Narrow"/>
        </w:rPr>
        <w:t xml:space="preserve"> in Heidelberg</w:t>
      </w:r>
      <w:r>
        <w:rPr>
          <w:rFonts w:ascii="Arial Narrow" w:hAnsi="Arial Narrow"/>
        </w:rPr>
        <w:t>:</w:t>
      </w:r>
    </w:p>
    <w:p w:rsidR="00CD37CC" w:rsidRDefault="00CD37CC" w:rsidP="00CD37C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Wer noch mit möchte</w:t>
      </w:r>
      <w:r w:rsidR="002F69E9">
        <w:rPr>
          <w:rFonts w:ascii="Arial Narrow" w:hAnsi="Arial Narrow"/>
        </w:rPr>
        <w:t>, bei Matthias melden</w:t>
      </w:r>
    </w:p>
    <w:p w:rsidR="002F3673" w:rsidRDefault="002F3673" w:rsidP="00CD37CC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2F3673" w:rsidRDefault="002F3673" w:rsidP="002F367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Visitenkarten:</w:t>
      </w:r>
    </w:p>
    <w:p w:rsidR="006D04D9" w:rsidRPr="003934EB" w:rsidRDefault="006D04D9" w:rsidP="006D04D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 bräuchte Visitenkarten, im Magazin drucken lassen?</w:t>
      </w:r>
      <w:r w:rsidR="00AB7252">
        <w:rPr>
          <w:rFonts w:ascii="Arial Narrow" w:hAnsi="Arial Narrow"/>
        </w:rPr>
        <w:t xml:space="preserve"> Sabrina kümmert sich darum</w:t>
      </w:r>
    </w:p>
    <w:sectPr w:rsidR="006D04D9" w:rsidRPr="003934EB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FE0" w:rsidRDefault="00B44FE0">
      <w:pPr>
        <w:spacing w:line="20" w:lineRule="exact"/>
      </w:pPr>
    </w:p>
  </w:endnote>
  <w:endnote w:type="continuationSeparator" w:id="0">
    <w:p w:rsidR="00B44FE0" w:rsidRDefault="00B44FE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B44FE0" w:rsidRDefault="00B44FE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FE0" w:rsidRDefault="00B44FE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B44FE0" w:rsidRDefault="00B44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92E37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33F44925"/>
    <w:multiLevelType w:val="hybridMultilevel"/>
    <w:tmpl w:val="68E244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7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7"/>
  </w:num>
  <w:num w:numId="5">
    <w:abstractNumId w:val="11"/>
  </w:num>
  <w:num w:numId="6">
    <w:abstractNumId w:val="17"/>
  </w:num>
  <w:num w:numId="7">
    <w:abstractNumId w:val="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8"/>
  </w:num>
  <w:num w:numId="11">
    <w:abstractNumId w:val="12"/>
  </w:num>
  <w:num w:numId="12">
    <w:abstractNumId w:val="16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5"/>
  </w:num>
  <w:num w:numId="19">
    <w:abstractNumId w:val="4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4A8B"/>
    <w:rsid w:val="00010829"/>
    <w:rsid w:val="00012C14"/>
    <w:rsid w:val="00015DF4"/>
    <w:rsid w:val="00016510"/>
    <w:rsid w:val="00023AFA"/>
    <w:rsid w:val="000243CF"/>
    <w:rsid w:val="0003533B"/>
    <w:rsid w:val="0003734E"/>
    <w:rsid w:val="000459F9"/>
    <w:rsid w:val="0005062A"/>
    <w:rsid w:val="0005138F"/>
    <w:rsid w:val="00051CA3"/>
    <w:rsid w:val="00052A2E"/>
    <w:rsid w:val="00063A41"/>
    <w:rsid w:val="00063E3E"/>
    <w:rsid w:val="00073203"/>
    <w:rsid w:val="00073A54"/>
    <w:rsid w:val="000755CE"/>
    <w:rsid w:val="000767C3"/>
    <w:rsid w:val="00084324"/>
    <w:rsid w:val="00094624"/>
    <w:rsid w:val="000973A0"/>
    <w:rsid w:val="00097D04"/>
    <w:rsid w:val="000A4FD2"/>
    <w:rsid w:val="000A6A56"/>
    <w:rsid w:val="000B12A2"/>
    <w:rsid w:val="000B2BA1"/>
    <w:rsid w:val="000B2E2D"/>
    <w:rsid w:val="000C04C8"/>
    <w:rsid w:val="000C1EB8"/>
    <w:rsid w:val="000C2A6E"/>
    <w:rsid w:val="000C5E91"/>
    <w:rsid w:val="000D0FCF"/>
    <w:rsid w:val="000D25B5"/>
    <w:rsid w:val="000D74D9"/>
    <w:rsid w:val="000E2BDB"/>
    <w:rsid w:val="000E3661"/>
    <w:rsid w:val="000F13A9"/>
    <w:rsid w:val="000F17DB"/>
    <w:rsid w:val="00103636"/>
    <w:rsid w:val="00103721"/>
    <w:rsid w:val="00104947"/>
    <w:rsid w:val="001078B7"/>
    <w:rsid w:val="0011608E"/>
    <w:rsid w:val="00121224"/>
    <w:rsid w:val="0012658C"/>
    <w:rsid w:val="001364FA"/>
    <w:rsid w:val="00136685"/>
    <w:rsid w:val="0014473D"/>
    <w:rsid w:val="00144E86"/>
    <w:rsid w:val="00145644"/>
    <w:rsid w:val="001556CB"/>
    <w:rsid w:val="00161E54"/>
    <w:rsid w:val="00173EE8"/>
    <w:rsid w:val="00177FB5"/>
    <w:rsid w:val="001845E4"/>
    <w:rsid w:val="00192E7B"/>
    <w:rsid w:val="00196F24"/>
    <w:rsid w:val="001973C6"/>
    <w:rsid w:val="001B433F"/>
    <w:rsid w:val="001C5469"/>
    <w:rsid w:val="001C7E80"/>
    <w:rsid w:val="001D1B76"/>
    <w:rsid w:val="001D3317"/>
    <w:rsid w:val="001D47FD"/>
    <w:rsid w:val="001D7F87"/>
    <w:rsid w:val="001E4141"/>
    <w:rsid w:val="001E6421"/>
    <w:rsid w:val="001F5D4C"/>
    <w:rsid w:val="00203683"/>
    <w:rsid w:val="00211E26"/>
    <w:rsid w:val="00216BDD"/>
    <w:rsid w:val="00221BB9"/>
    <w:rsid w:val="002422F8"/>
    <w:rsid w:val="00251787"/>
    <w:rsid w:val="00261F41"/>
    <w:rsid w:val="00264A2F"/>
    <w:rsid w:val="00270F27"/>
    <w:rsid w:val="00273332"/>
    <w:rsid w:val="00274830"/>
    <w:rsid w:val="00280F70"/>
    <w:rsid w:val="00281491"/>
    <w:rsid w:val="00283492"/>
    <w:rsid w:val="002858C4"/>
    <w:rsid w:val="00290D56"/>
    <w:rsid w:val="002A108C"/>
    <w:rsid w:val="002A158B"/>
    <w:rsid w:val="002A28BA"/>
    <w:rsid w:val="002A571F"/>
    <w:rsid w:val="002A7FFC"/>
    <w:rsid w:val="002B1A01"/>
    <w:rsid w:val="002B3F91"/>
    <w:rsid w:val="002B69ED"/>
    <w:rsid w:val="002B7173"/>
    <w:rsid w:val="002C6626"/>
    <w:rsid w:val="002D090B"/>
    <w:rsid w:val="002E5B57"/>
    <w:rsid w:val="002E7327"/>
    <w:rsid w:val="002F111A"/>
    <w:rsid w:val="002F3673"/>
    <w:rsid w:val="002F4784"/>
    <w:rsid w:val="002F69E9"/>
    <w:rsid w:val="00305825"/>
    <w:rsid w:val="00310FD9"/>
    <w:rsid w:val="00312F4D"/>
    <w:rsid w:val="0031477C"/>
    <w:rsid w:val="0031786C"/>
    <w:rsid w:val="003268B6"/>
    <w:rsid w:val="00331DDA"/>
    <w:rsid w:val="003339C0"/>
    <w:rsid w:val="00337164"/>
    <w:rsid w:val="003376E3"/>
    <w:rsid w:val="00337E48"/>
    <w:rsid w:val="00341665"/>
    <w:rsid w:val="0034237A"/>
    <w:rsid w:val="00342819"/>
    <w:rsid w:val="003452AD"/>
    <w:rsid w:val="00345EDB"/>
    <w:rsid w:val="0036697F"/>
    <w:rsid w:val="003733CC"/>
    <w:rsid w:val="003775B0"/>
    <w:rsid w:val="00380CCC"/>
    <w:rsid w:val="003864BA"/>
    <w:rsid w:val="00390097"/>
    <w:rsid w:val="003934EB"/>
    <w:rsid w:val="00396AA7"/>
    <w:rsid w:val="003A2538"/>
    <w:rsid w:val="003B2217"/>
    <w:rsid w:val="003B669B"/>
    <w:rsid w:val="003B72AA"/>
    <w:rsid w:val="003D00E2"/>
    <w:rsid w:val="003D2478"/>
    <w:rsid w:val="003D5BF1"/>
    <w:rsid w:val="003E0466"/>
    <w:rsid w:val="003E51EE"/>
    <w:rsid w:val="00402DA7"/>
    <w:rsid w:val="004108F1"/>
    <w:rsid w:val="00410DF7"/>
    <w:rsid w:val="004168B0"/>
    <w:rsid w:val="0042052B"/>
    <w:rsid w:val="00425EF5"/>
    <w:rsid w:val="00431246"/>
    <w:rsid w:val="004359A0"/>
    <w:rsid w:val="004378EC"/>
    <w:rsid w:val="00441B0C"/>
    <w:rsid w:val="004605B3"/>
    <w:rsid w:val="00487AF4"/>
    <w:rsid w:val="004B2C0A"/>
    <w:rsid w:val="004C7AAF"/>
    <w:rsid w:val="004C7C84"/>
    <w:rsid w:val="004D04FF"/>
    <w:rsid w:val="004D1F62"/>
    <w:rsid w:val="004D6E14"/>
    <w:rsid w:val="004D6FD5"/>
    <w:rsid w:val="004F2132"/>
    <w:rsid w:val="004F422C"/>
    <w:rsid w:val="004F68F6"/>
    <w:rsid w:val="004F6FFA"/>
    <w:rsid w:val="004F738F"/>
    <w:rsid w:val="00501683"/>
    <w:rsid w:val="00501BD9"/>
    <w:rsid w:val="00505198"/>
    <w:rsid w:val="00505DB0"/>
    <w:rsid w:val="005071C9"/>
    <w:rsid w:val="00516793"/>
    <w:rsid w:val="00531E9F"/>
    <w:rsid w:val="00537227"/>
    <w:rsid w:val="00543129"/>
    <w:rsid w:val="00544421"/>
    <w:rsid w:val="00547FD9"/>
    <w:rsid w:val="005508FE"/>
    <w:rsid w:val="00552E34"/>
    <w:rsid w:val="005627C0"/>
    <w:rsid w:val="00565F0A"/>
    <w:rsid w:val="00567A91"/>
    <w:rsid w:val="00577F83"/>
    <w:rsid w:val="00580718"/>
    <w:rsid w:val="0058321F"/>
    <w:rsid w:val="005A72C6"/>
    <w:rsid w:val="005B1C22"/>
    <w:rsid w:val="005C07B4"/>
    <w:rsid w:val="005C1D06"/>
    <w:rsid w:val="005C2197"/>
    <w:rsid w:val="005D0000"/>
    <w:rsid w:val="005E707A"/>
    <w:rsid w:val="005E7FE6"/>
    <w:rsid w:val="005F45A2"/>
    <w:rsid w:val="005F4FA7"/>
    <w:rsid w:val="005F50D0"/>
    <w:rsid w:val="005F5D0E"/>
    <w:rsid w:val="00602994"/>
    <w:rsid w:val="0060428B"/>
    <w:rsid w:val="00605F26"/>
    <w:rsid w:val="00606F9B"/>
    <w:rsid w:val="006204D1"/>
    <w:rsid w:val="00621FC5"/>
    <w:rsid w:val="00622B3E"/>
    <w:rsid w:val="00653444"/>
    <w:rsid w:val="00657BE4"/>
    <w:rsid w:val="00660E62"/>
    <w:rsid w:val="00672DAA"/>
    <w:rsid w:val="00685893"/>
    <w:rsid w:val="00686ECB"/>
    <w:rsid w:val="006A00B3"/>
    <w:rsid w:val="006A01E2"/>
    <w:rsid w:val="006A0CE7"/>
    <w:rsid w:val="006A2577"/>
    <w:rsid w:val="006A64EB"/>
    <w:rsid w:val="006A6E9D"/>
    <w:rsid w:val="006C1030"/>
    <w:rsid w:val="006C4D68"/>
    <w:rsid w:val="006C795A"/>
    <w:rsid w:val="006D04D9"/>
    <w:rsid w:val="006D0A34"/>
    <w:rsid w:val="006D23FB"/>
    <w:rsid w:val="006D5B87"/>
    <w:rsid w:val="006E4D61"/>
    <w:rsid w:val="006F1A02"/>
    <w:rsid w:val="006F55D7"/>
    <w:rsid w:val="006F7D2E"/>
    <w:rsid w:val="007173E9"/>
    <w:rsid w:val="00720FAA"/>
    <w:rsid w:val="007218E3"/>
    <w:rsid w:val="00721F65"/>
    <w:rsid w:val="00733F99"/>
    <w:rsid w:val="007364E7"/>
    <w:rsid w:val="0074187F"/>
    <w:rsid w:val="00742C7E"/>
    <w:rsid w:val="00750DC1"/>
    <w:rsid w:val="00761B22"/>
    <w:rsid w:val="0076384A"/>
    <w:rsid w:val="00764C0B"/>
    <w:rsid w:val="00766556"/>
    <w:rsid w:val="00770BE6"/>
    <w:rsid w:val="0077384A"/>
    <w:rsid w:val="007816D5"/>
    <w:rsid w:val="00784186"/>
    <w:rsid w:val="00790A9E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26515"/>
    <w:rsid w:val="00843B92"/>
    <w:rsid w:val="00843F45"/>
    <w:rsid w:val="00844B92"/>
    <w:rsid w:val="008457B3"/>
    <w:rsid w:val="00850732"/>
    <w:rsid w:val="00852044"/>
    <w:rsid w:val="00860733"/>
    <w:rsid w:val="00865ADF"/>
    <w:rsid w:val="008669F6"/>
    <w:rsid w:val="008743D8"/>
    <w:rsid w:val="008767BF"/>
    <w:rsid w:val="0088052F"/>
    <w:rsid w:val="0088460F"/>
    <w:rsid w:val="008846B3"/>
    <w:rsid w:val="008864DE"/>
    <w:rsid w:val="00892E37"/>
    <w:rsid w:val="0089381F"/>
    <w:rsid w:val="00894D3A"/>
    <w:rsid w:val="008A608A"/>
    <w:rsid w:val="008A6B23"/>
    <w:rsid w:val="008C250E"/>
    <w:rsid w:val="008C35F3"/>
    <w:rsid w:val="008C6253"/>
    <w:rsid w:val="008D16EC"/>
    <w:rsid w:val="008D2BDB"/>
    <w:rsid w:val="008F7364"/>
    <w:rsid w:val="00901A09"/>
    <w:rsid w:val="00927544"/>
    <w:rsid w:val="009301A0"/>
    <w:rsid w:val="00931E62"/>
    <w:rsid w:val="0093709C"/>
    <w:rsid w:val="00937828"/>
    <w:rsid w:val="009403E6"/>
    <w:rsid w:val="00945F7B"/>
    <w:rsid w:val="00962C72"/>
    <w:rsid w:val="009711F7"/>
    <w:rsid w:val="009757B0"/>
    <w:rsid w:val="00976971"/>
    <w:rsid w:val="009906B7"/>
    <w:rsid w:val="009A4DD0"/>
    <w:rsid w:val="009B1BA5"/>
    <w:rsid w:val="009B245B"/>
    <w:rsid w:val="009B5B72"/>
    <w:rsid w:val="009B7B2F"/>
    <w:rsid w:val="009C2A1A"/>
    <w:rsid w:val="009C2A35"/>
    <w:rsid w:val="009D1D76"/>
    <w:rsid w:val="009D3E73"/>
    <w:rsid w:val="009E6CE4"/>
    <w:rsid w:val="009F0B38"/>
    <w:rsid w:val="009F25B6"/>
    <w:rsid w:val="009F3173"/>
    <w:rsid w:val="009F7ADE"/>
    <w:rsid w:val="00A05515"/>
    <w:rsid w:val="00A1608F"/>
    <w:rsid w:val="00A24302"/>
    <w:rsid w:val="00A2697F"/>
    <w:rsid w:val="00A348D0"/>
    <w:rsid w:val="00A403BF"/>
    <w:rsid w:val="00A448D9"/>
    <w:rsid w:val="00A44D35"/>
    <w:rsid w:val="00A45E45"/>
    <w:rsid w:val="00A5511B"/>
    <w:rsid w:val="00A678B4"/>
    <w:rsid w:val="00A7386C"/>
    <w:rsid w:val="00A73BA0"/>
    <w:rsid w:val="00A837D6"/>
    <w:rsid w:val="00A87E62"/>
    <w:rsid w:val="00A94BC2"/>
    <w:rsid w:val="00A94EB0"/>
    <w:rsid w:val="00AA0C47"/>
    <w:rsid w:val="00AB718D"/>
    <w:rsid w:val="00AB7252"/>
    <w:rsid w:val="00AC5814"/>
    <w:rsid w:val="00AC5FB9"/>
    <w:rsid w:val="00AD6544"/>
    <w:rsid w:val="00AD6894"/>
    <w:rsid w:val="00AD70BC"/>
    <w:rsid w:val="00AE06CD"/>
    <w:rsid w:val="00AE2E68"/>
    <w:rsid w:val="00AE757F"/>
    <w:rsid w:val="00AE7992"/>
    <w:rsid w:val="00AF264D"/>
    <w:rsid w:val="00B03346"/>
    <w:rsid w:val="00B04368"/>
    <w:rsid w:val="00B054F9"/>
    <w:rsid w:val="00B12C1D"/>
    <w:rsid w:val="00B136A5"/>
    <w:rsid w:val="00B25462"/>
    <w:rsid w:val="00B262CA"/>
    <w:rsid w:val="00B26636"/>
    <w:rsid w:val="00B31937"/>
    <w:rsid w:val="00B4227B"/>
    <w:rsid w:val="00B42F18"/>
    <w:rsid w:val="00B44FE0"/>
    <w:rsid w:val="00B467F9"/>
    <w:rsid w:val="00B51224"/>
    <w:rsid w:val="00B545C9"/>
    <w:rsid w:val="00B60027"/>
    <w:rsid w:val="00B70966"/>
    <w:rsid w:val="00B83D82"/>
    <w:rsid w:val="00B8594D"/>
    <w:rsid w:val="00B8669E"/>
    <w:rsid w:val="00B96065"/>
    <w:rsid w:val="00BA10A5"/>
    <w:rsid w:val="00BA337E"/>
    <w:rsid w:val="00BD4E8B"/>
    <w:rsid w:val="00BE1515"/>
    <w:rsid w:val="00BE55BE"/>
    <w:rsid w:val="00BE6066"/>
    <w:rsid w:val="00BE7933"/>
    <w:rsid w:val="00BF01A2"/>
    <w:rsid w:val="00BF1564"/>
    <w:rsid w:val="00BF5C21"/>
    <w:rsid w:val="00C00055"/>
    <w:rsid w:val="00C00BEE"/>
    <w:rsid w:val="00C01848"/>
    <w:rsid w:val="00C10939"/>
    <w:rsid w:val="00C1435E"/>
    <w:rsid w:val="00C22F83"/>
    <w:rsid w:val="00C328FD"/>
    <w:rsid w:val="00C43F8D"/>
    <w:rsid w:val="00C465CE"/>
    <w:rsid w:val="00C46942"/>
    <w:rsid w:val="00C60DAE"/>
    <w:rsid w:val="00C62E15"/>
    <w:rsid w:val="00C63840"/>
    <w:rsid w:val="00C772CC"/>
    <w:rsid w:val="00C82C9C"/>
    <w:rsid w:val="00CA1A62"/>
    <w:rsid w:val="00CA5DF7"/>
    <w:rsid w:val="00CB5BD5"/>
    <w:rsid w:val="00CC7F24"/>
    <w:rsid w:val="00CD0F5F"/>
    <w:rsid w:val="00CD37CC"/>
    <w:rsid w:val="00CD543B"/>
    <w:rsid w:val="00CD7327"/>
    <w:rsid w:val="00CE356F"/>
    <w:rsid w:val="00CE5186"/>
    <w:rsid w:val="00CF0EE6"/>
    <w:rsid w:val="00CF5456"/>
    <w:rsid w:val="00CF6273"/>
    <w:rsid w:val="00D0267B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841FE"/>
    <w:rsid w:val="00D94C60"/>
    <w:rsid w:val="00DB4995"/>
    <w:rsid w:val="00DB656A"/>
    <w:rsid w:val="00DC04B6"/>
    <w:rsid w:val="00DD1790"/>
    <w:rsid w:val="00DD7DA0"/>
    <w:rsid w:val="00DE1F6C"/>
    <w:rsid w:val="00DE238D"/>
    <w:rsid w:val="00DF26DC"/>
    <w:rsid w:val="00E1101E"/>
    <w:rsid w:val="00E14709"/>
    <w:rsid w:val="00E1673A"/>
    <w:rsid w:val="00E206F4"/>
    <w:rsid w:val="00E26D65"/>
    <w:rsid w:val="00E303B8"/>
    <w:rsid w:val="00E36789"/>
    <w:rsid w:val="00E40C7A"/>
    <w:rsid w:val="00E52681"/>
    <w:rsid w:val="00E52891"/>
    <w:rsid w:val="00E54020"/>
    <w:rsid w:val="00E609C1"/>
    <w:rsid w:val="00E61B37"/>
    <w:rsid w:val="00E66A27"/>
    <w:rsid w:val="00E7777D"/>
    <w:rsid w:val="00E81768"/>
    <w:rsid w:val="00E90352"/>
    <w:rsid w:val="00E92902"/>
    <w:rsid w:val="00E97E93"/>
    <w:rsid w:val="00EA30A5"/>
    <w:rsid w:val="00EB1094"/>
    <w:rsid w:val="00EB31F2"/>
    <w:rsid w:val="00EB55FE"/>
    <w:rsid w:val="00ED5E49"/>
    <w:rsid w:val="00ED5E75"/>
    <w:rsid w:val="00EE6AF7"/>
    <w:rsid w:val="00EF1636"/>
    <w:rsid w:val="00F05D6C"/>
    <w:rsid w:val="00F15149"/>
    <w:rsid w:val="00F15501"/>
    <w:rsid w:val="00F15EEB"/>
    <w:rsid w:val="00F36765"/>
    <w:rsid w:val="00F44669"/>
    <w:rsid w:val="00F47CAE"/>
    <w:rsid w:val="00F70B9E"/>
    <w:rsid w:val="00F735CE"/>
    <w:rsid w:val="00F761D8"/>
    <w:rsid w:val="00F77CE5"/>
    <w:rsid w:val="00F834DE"/>
    <w:rsid w:val="00F878E7"/>
    <w:rsid w:val="00F94455"/>
    <w:rsid w:val="00F94C21"/>
    <w:rsid w:val="00F95D28"/>
    <w:rsid w:val="00FA4A48"/>
    <w:rsid w:val="00FA5E5D"/>
    <w:rsid w:val="00FB4507"/>
    <w:rsid w:val="00FB450E"/>
    <w:rsid w:val="00FB61D8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F24626"/>
  <w15:docId w15:val="{F4D91774-5C4E-4977-8743-8AC3C212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365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Matze</cp:lastModifiedBy>
  <cp:revision>145</cp:revision>
  <cp:lastPrinted>2017-04-19T12:14:00Z</cp:lastPrinted>
  <dcterms:created xsi:type="dcterms:W3CDTF">2017-04-19T10:38:00Z</dcterms:created>
  <dcterms:modified xsi:type="dcterms:W3CDTF">2017-04-19T12:15:00Z</dcterms:modified>
</cp:coreProperties>
</file>